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7D" w:rsidRDefault="001C0E7D">
      <w:pPr>
        <w:rPr>
          <w:b/>
        </w:rPr>
      </w:pPr>
      <w:r w:rsidRPr="00850BAE">
        <w:rPr>
          <w:b/>
        </w:rPr>
        <w:t>FEBRUARY GROUP</w:t>
      </w:r>
    </w:p>
    <w:p w:rsidR="001C0E7D" w:rsidRDefault="001C0E7D">
      <w:pPr>
        <w:rPr>
          <w:b/>
        </w:rPr>
      </w:pPr>
    </w:p>
    <w:p w:rsidR="001C0E7D" w:rsidRDefault="001C0E7D">
      <w:r>
        <w:t>EdTech 1</w:t>
      </w:r>
    </w:p>
    <w:p w:rsidR="001C0E7D" w:rsidRDefault="001C0E7D">
      <w:r>
        <w:t>Group Work</w:t>
      </w:r>
    </w:p>
    <w:p w:rsidR="001C0E7D" w:rsidRDefault="001C0E7D">
      <w:r>
        <w:t>Page 33</w:t>
      </w:r>
    </w:p>
    <w:p w:rsidR="001C0E7D" w:rsidRDefault="001C0E7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1C0E7D" w:rsidRPr="00AA6F91" w:rsidTr="00AA6F91">
        <w:tc>
          <w:tcPr>
            <w:tcW w:w="4788" w:type="dxa"/>
          </w:tcPr>
          <w:p w:rsidR="001C0E7D" w:rsidRPr="00AA6F91" w:rsidRDefault="001C0E7D" w:rsidP="00AA6F91">
            <w:pPr>
              <w:jc w:val="center"/>
            </w:pPr>
          </w:p>
          <w:p w:rsidR="001C0E7D" w:rsidRPr="00AA6F91" w:rsidRDefault="001C0E7D" w:rsidP="00AA6F91">
            <w:pPr>
              <w:jc w:val="center"/>
            </w:pPr>
            <w:r w:rsidRPr="00AA6F91">
              <w:t>Technology as a Teacher</w:t>
            </w:r>
          </w:p>
          <w:p w:rsidR="001C0E7D" w:rsidRPr="00AA6F91" w:rsidRDefault="001C0E7D" w:rsidP="00AA6F91">
            <w:pPr>
              <w:jc w:val="center"/>
            </w:pPr>
          </w:p>
        </w:tc>
        <w:tc>
          <w:tcPr>
            <w:tcW w:w="4788" w:type="dxa"/>
          </w:tcPr>
          <w:p w:rsidR="001C0E7D" w:rsidRPr="00AA6F91" w:rsidRDefault="001C0E7D" w:rsidP="00AA6F91">
            <w:pPr>
              <w:jc w:val="center"/>
            </w:pPr>
          </w:p>
          <w:p w:rsidR="001C0E7D" w:rsidRPr="00AA6F91" w:rsidRDefault="001C0E7D" w:rsidP="00AA6F91">
            <w:pPr>
              <w:jc w:val="center"/>
            </w:pPr>
            <w:r w:rsidRPr="00AA6F91">
              <w:t>Technology as a partner in learning</w:t>
            </w:r>
          </w:p>
          <w:p w:rsidR="001C0E7D" w:rsidRPr="00AA6F91" w:rsidRDefault="001C0E7D" w:rsidP="00AA6F91">
            <w:pPr>
              <w:jc w:val="center"/>
            </w:pPr>
          </w:p>
        </w:tc>
      </w:tr>
      <w:tr w:rsidR="001C0E7D" w:rsidRPr="00AA6F91" w:rsidTr="00AA6F91">
        <w:tc>
          <w:tcPr>
            <w:tcW w:w="4788" w:type="dxa"/>
          </w:tcPr>
          <w:p w:rsidR="001C0E7D" w:rsidRPr="00AA6F91" w:rsidRDefault="001C0E7D" w:rsidP="00AA6F91">
            <w:pPr>
              <w:jc w:val="center"/>
            </w:pPr>
          </w:p>
          <w:p w:rsidR="001C0E7D" w:rsidRPr="00AA6F91" w:rsidRDefault="001C0E7D" w:rsidP="00AA6F91">
            <w:pPr>
              <w:jc w:val="center"/>
            </w:pPr>
            <w:r w:rsidRPr="00AA6F91">
              <w:t>Animated presentation of the life cycle of a butterfly.</w:t>
            </w:r>
          </w:p>
          <w:p w:rsidR="001C0E7D" w:rsidRPr="00AA6F91" w:rsidRDefault="001C0E7D" w:rsidP="00AA6F91">
            <w:pPr>
              <w:jc w:val="center"/>
            </w:pPr>
          </w:p>
          <w:p w:rsidR="001C0E7D" w:rsidRPr="00AA6F91" w:rsidRDefault="001C0E7D" w:rsidP="00AA6F91">
            <w:pPr>
              <w:jc w:val="center"/>
            </w:pPr>
            <w:r w:rsidRPr="00AA6F91">
              <w:t>A three-dimensional illustration of the solar system.</w:t>
            </w:r>
          </w:p>
          <w:p w:rsidR="001C0E7D" w:rsidRPr="00AA6F91" w:rsidRDefault="001C0E7D" w:rsidP="00AA6F91">
            <w:pPr>
              <w:jc w:val="center"/>
            </w:pPr>
          </w:p>
          <w:p w:rsidR="001C0E7D" w:rsidRPr="00AA6F91" w:rsidRDefault="001C0E7D" w:rsidP="00AA6F91">
            <w:pPr>
              <w:jc w:val="center"/>
            </w:pPr>
            <w:r w:rsidRPr="00AA6F91">
              <w:t>A movie presentation that shows valuable insights</w:t>
            </w:r>
            <w:bookmarkStart w:id="0" w:name="_GoBack"/>
            <w:bookmarkEnd w:id="0"/>
            <w:r w:rsidRPr="00AA6F91">
              <w:t xml:space="preserve"> and moral lessons.</w:t>
            </w:r>
          </w:p>
          <w:p w:rsidR="001C0E7D" w:rsidRPr="00AA6F91" w:rsidRDefault="001C0E7D" w:rsidP="00AA6F91">
            <w:pPr>
              <w:jc w:val="center"/>
            </w:pPr>
          </w:p>
          <w:p w:rsidR="001C0E7D" w:rsidRPr="00AA6F91" w:rsidRDefault="001C0E7D" w:rsidP="00AA6F91">
            <w:pPr>
              <w:jc w:val="center"/>
            </w:pPr>
          </w:p>
        </w:tc>
        <w:tc>
          <w:tcPr>
            <w:tcW w:w="4788" w:type="dxa"/>
          </w:tcPr>
          <w:p w:rsidR="001C0E7D" w:rsidRPr="00FE485E" w:rsidRDefault="001C0E7D" w:rsidP="0029725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485E">
              <w:t>Setting up an experiment shown through video presentation requiring students to predict the outcome of the experiment.</w:t>
            </w:r>
          </w:p>
          <w:p w:rsidR="001C0E7D" w:rsidRPr="00FE485E" w:rsidRDefault="001C0E7D" w:rsidP="00297254"/>
          <w:p w:rsidR="001C0E7D" w:rsidRPr="00FE485E" w:rsidRDefault="001C0E7D" w:rsidP="00297254"/>
          <w:p w:rsidR="001C0E7D" w:rsidRPr="00FE485E" w:rsidRDefault="001C0E7D" w:rsidP="0029725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485E">
              <w:t>Setting up a Power Point Presentation about a certain topic. Where the students could comprehensively explain every text that was written in the power point presentation.</w:t>
            </w:r>
          </w:p>
          <w:p w:rsidR="001C0E7D" w:rsidRPr="00FE485E" w:rsidRDefault="001C0E7D" w:rsidP="00297254"/>
          <w:p w:rsidR="001C0E7D" w:rsidRPr="00FE485E" w:rsidRDefault="001C0E7D" w:rsidP="00297254"/>
          <w:p w:rsidR="001C0E7D" w:rsidRPr="00FE485E" w:rsidRDefault="001C0E7D" w:rsidP="0029725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485E">
              <w:t>Watched a documentary film (Poverty). The students are to reflect and figure out the cause and effect. They will construct ways to prevent poverty.</w:t>
            </w:r>
          </w:p>
          <w:p w:rsidR="001C0E7D" w:rsidRPr="00AA6F91" w:rsidRDefault="001C0E7D" w:rsidP="00AA6F91">
            <w:pPr>
              <w:jc w:val="center"/>
            </w:pPr>
          </w:p>
        </w:tc>
      </w:tr>
    </w:tbl>
    <w:p w:rsidR="001C0E7D" w:rsidRPr="00850BAE" w:rsidRDefault="001C0E7D"/>
    <w:sectPr w:rsidR="001C0E7D" w:rsidRPr="00850BAE" w:rsidSect="009F3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97BA2"/>
    <w:multiLevelType w:val="hybridMultilevel"/>
    <w:tmpl w:val="763A14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BAE"/>
    <w:rsid w:val="00142DDE"/>
    <w:rsid w:val="001C0E7D"/>
    <w:rsid w:val="002730CB"/>
    <w:rsid w:val="00297254"/>
    <w:rsid w:val="00850BAE"/>
    <w:rsid w:val="009F3C08"/>
    <w:rsid w:val="00AA6F91"/>
    <w:rsid w:val="00B956C9"/>
    <w:rsid w:val="00E2159A"/>
    <w:rsid w:val="00FE4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08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0B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7254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110</Words>
  <Characters>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GROUP</dc:title>
  <dc:subject/>
  <dc:creator>tupas</dc:creator>
  <cp:keywords/>
  <dc:description/>
  <cp:lastModifiedBy>Student</cp:lastModifiedBy>
  <cp:revision>2</cp:revision>
  <dcterms:created xsi:type="dcterms:W3CDTF">2012-07-12T00:29:00Z</dcterms:created>
  <dcterms:modified xsi:type="dcterms:W3CDTF">2012-07-12T00:29:00Z</dcterms:modified>
</cp:coreProperties>
</file>